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0DCE" w:rsidRPr="000A1463" w:rsidRDefault="000B0759" w:rsidP="00730DCE">
      <w:pPr>
        <w:rPr>
          <w:b/>
          <w:sz w:val="32"/>
          <w:szCs w:val="32"/>
          <w:lang w:val="en-US"/>
        </w:rPr>
      </w:pPr>
      <w:bookmarkStart w:id="0" w:name="_GoBack"/>
      <w:bookmarkEnd w:id="0"/>
      <w:r w:rsidRPr="000A1463">
        <w:rPr>
          <w:b/>
          <w:sz w:val="32"/>
          <w:szCs w:val="32"/>
          <w:lang w:val="en-US"/>
        </w:rPr>
        <w:t>Lorem ipsum</w:t>
      </w:r>
    </w:p>
    <w:p w:rsidR="000B0759" w:rsidRPr="000A1463" w:rsidRDefault="000B0759" w:rsidP="00730DCE">
      <w:pPr>
        <w:rPr>
          <w:b/>
          <w:sz w:val="24"/>
          <w:szCs w:val="24"/>
          <w:lang w:val="en-US"/>
        </w:rPr>
      </w:pPr>
      <w:r w:rsidRPr="000A1463">
        <w:rPr>
          <w:b/>
          <w:sz w:val="24"/>
          <w:szCs w:val="24"/>
          <w:lang w:val="en-US"/>
        </w:rPr>
        <w:t>Dolor sit amet</w:t>
      </w:r>
    </w:p>
    <w:p w:rsidR="000F320F" w:rsidRPr="000A1463" w:rsidRDefault="000F320F" w:rsidP="00730DCE">
      <w:pPr>
        <w:rPr>
          <w:sz w:val="20"/>
          <w:szCs w:val="20"/>
          <w:lang w:val="en-US"/>
        </w:rPr>
      </w:pPr>
      <w:r w:rsidRPr="000A1463">
        <w:rPr>
          <w:sz w:val="20"/>
          <w:szCs w:val="20"/>
          <w:lang w:val="en-US"/>
        </w:rPr>
        <w:t xml:space="preserve">Suspendisse maximus elementum risus rhoncus blandit. Mauris dapibus lectus ante, ac finibus tellus condimentum vel. Nullam porttitor faucibus metus vel condimentum. Nunc eleifend fermentum enim tristique molestie. Sed elementum tincidunt ex sed lobortis. </w:t>
      </w:r>
    </w:p>
    <w:p w:rsidR="000F320F" w:rsidRPr="000A1463" w:rsidRDefault="000F320F" w:rsidP="00730DCE">
      <w:pPr>
        <w:rPr>
          <w:sz w:val="20"/>
          <w:szCs w:val="20"/>
          <w:lang w:val="en-US"/>
        </w:rPr>
      </w:pPr>
      <w:r w:rsidRPr="000A1463">
        <w:rPr>
          <w:sz w:val="20"/>
          <w:szCs w:val="20"/>
          <w:lang w:val="en-US"/>
        </w:rPr>
        <w:t xml:space="preserve">Morbi sit amet odio sit amet ipsum pellentesque sollicitudin. Nunc lacinia sollicitudin velit quis dignissim. Proin feugiat hendrerit orci, vitae bibendum diam egestas non. In eleifend, turpis non elementum viverra, augue lectus sagittis libero, non consectetur justo tellus ac lacus. Praesent porttitor semper tempor. Duis luctus sodales dignissim. Proin at ultricies lectus. </w:t>
      </w:r>
    </w:p>
    <w:p w:rsidR="0038523E" w:rsidRPr="000B0759" w:rsidRDefault="000F320F" w:rsidP="00730DCE">
      <w:pPr>
        <w:rPr>
          <w:sz w:val="20"/>
          <w:szCs w:val="20"/>
        </w:rPr>
      </w:pPr>
      <w:r w:rsidRPr="000A1463">
        <w:rPr>
          <w:sz w:val="20"/>
          <w:szCs w:val="20"/>
          <w:lang w:val="en-US"/>
        </w:rPr>
        <w:t xml:space="preserve">Vivamus id consequat ipsum. Nam vel sapien vel sem condimentum ullamcorper eget et ex. Cras sollicitudin, mauris placerat pharetra viverra, sem tellus porta tortor, non ornare nisi leo ac arcu. </w:t>
      </w:r>
      <w:r w:rsidRPr="000F320F">
        <w:rPr>
          <w:sz w:val="20"/>
          <w:szCs w:val="20"/>
        </w:rPr>
        <w:t>In a velit sem.</w:t>
      </w:r>
    </w:p>
    <w:p w:rsidR="0038523E" w:rsidRPr="000B0759" w:rsidRDefault="0038523E" w:rsidP="00730DCE">
      <w:pPr>
        <w:rPr>
          <w:sz w:val="20"/>
          <w:szCs w:val="20"/>
        </w:rPr>
      </w:pPr>
    </w:p>
    <w:p w:rsidR="0038523E" w:rsidRPr="000B0759" w:rsidRDefault="0038523E" w:rsidP="00730DCE">
      <w:pPr>
        <w:rPr>
          <w:sz w:val="20"/>
          <w:szCs w:val="20"/>
        </w:rPr>
      </w:pPr>
    </w:p>
    <w:sectPr w:rsidR="0038523E" w:rsidRPr="000B0759" w:rsidSect="0038523E">
      <w:headerReference w:type="even" r:id="rId8"/>
      <w:headerReference w:type="default" r:id="rId9"/>
      <w:footerReference w:type="even" r:id="rId10"/>
      <w:footerReference w:type="default" r:id="rId11"/>
      <w:headerReference w:type="first" r:id="rId12"/>
      <w:footerReference w:type="first" r:id="rId13"/>
      <w:pgSz w:w="11906" w:h="16838"/>
      <w:pgMar w:top="1985"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316F" w:rsidRDefault="0053316F" w:rsidP="00302D42">
      <w:pPr>
        <w:spacing w:after="0" w:line="240" w:lineRule="auto"/>
      </w:pPr>
      <w:r>
        <w:separator/>
      </w:r>
    </w:p>
  </w:endnote>
  <w:endnote w:type="continuationSeparator" w:id="0">
    <w:p w:rsidR="0053316F" w:rsidRDefault="0053316F" w:rsidP="00302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B0604020202020204"/>
    <w:charset w:val="00"/>
    <w:family w:val="modern"/>
    <w:pitch w:val="fixed"/>
    <w:sig w:usb0="E0002AFF" w:usb1="C0007843" w:usb2="00000009" w:usb3="00000000" w:csb0="000001FF" w:csb1="00000000"/>
  </w:font>
  <w:font w:name="Times New Roman">
    <w:panose1 w:val="020B06040202020202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1463" w:rsidRDefault="000A1463">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2D42" w:rsidRDefault="00302D42">
    <w:pPr>
      <w:pStyle w:val="Voettekst"/>
    </w:pPr>
    <w:r>
      <w:rPr>
        <w:noProof/>
        <w:lang w:eastAsia="nl-BE"/>
      </w:rPr>
      <w:drawing>
        <wp:anchor distT="0" distB="0" distL="114300" distR="114300" simplePos="0" relativeHeight="251659264" behindDoc="0" locked="0" layoutInCell="1" allowOverlap="1">
          <wp:simplePos x="0" y="0"/>
          <wp:positionH relativeFrom="margin">
            <wp:posOffset>-897890</wp:posOffset>
          </wp:positionH>
          <wp:positionV relativeFrom="page">
            <wp:posOffset>9828530</wp:posOffset>
          </wp:positionV>
          <wp:extent cx="7560000" cy="864000"/>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rief-foot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864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1463" w:rsidRDefault="000A146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316F" w:rsidRDefault="0053316F" w:rsidP="00302D42">
      <w:pPr>
        <w:spacing w:after="0" w:line="240" w:lineRule="auto"/>
      </w:pPr>
      <w:r>
        <w:separator/>
      </w:r>
    </w:p>
  </w:footnote>
  <w:footnote w:type="continuationSeparator" w:id="0">
    <w:p w:rsidR="0053316F" w:rsidRDefault="0053316F" w:rsidP="00302D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1463" w:rsidRDefault="000A146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2D42" w:rsidRDefault="00302D42">
    <w:pPr>
      <w:pStyle w:val="Koptekst"/>
    </w:pPr>
    <w:r>
      <w:rPr>
        <w:noProof/>
        <w:lang w:eastAsia="nl-BE"/>
      </w:rPr>
      <w:drawing>
        <wp:anchor distT="0" distB="0" distL="114300" distR="114300" simplePos="0" relativeHeight="251658240" behindDoc="0" locked="0" layoutInCell="1" allowOverlap="1">
          <wp:simplePos x="0" y="0"/>
          <wp:positionH relativeFrom="margin">
            <wp:posOffset>-901700</wp:posOffset>
          </wp:positionH>
          <wp:positionV relativeFrom="page">
            <wp:posOffset>0</wp:posOffset>
          </wp:positionV>
          <wp:extent cx="7560000" cy="137520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ief-hea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3752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02D42" w:rsidRDefault="00302D42">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1463" w:rsidRDefault="000A146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3C1585"/>
    <w:multiLevelType w:val="hybridMultilevel"/>
    <w:tmpl w:val="494665BC"/>
    <w:lvl w:ilvl="0" w:tplc="63146656">
      <w:numFmt w:val="bullet"/>
      <w:lvlText w:val="-"/>
      <w:lvlJc w:val="left"/>
      <w:pPr>
        <w:ind w:left="720" w:hanging="360"/>
      </w:pPr>
      <w:rPr>
        <w:rFonts w:ascii="Arial" w:eastAsiaTheme="minorHAnsi" w:hAnsi="Arial" w:cs="Aria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1BC049DE"/>
    <w:multiLevelType w:val="hybridMultilevel"/>
    <w:tmpl w:val="2D2EBAE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609"/>
    <w:rsid w:val="00031013"/>
    <w:rsid w:val="0006060A"/>
    <w:rsid w:val="00064CD9"/>
    <w:rsid w:val="000A1463"/>
    <w:rsid w:val="000B0759"/>
    <w:rsid w:val="000F320F"/>
    <w:rsid w:val="001125D4"/>
    <w:rsid w:val="00183AD5"/>
    <w:rsid w:val="00302D42"/>
    <w:rsid w:val="0038523E"/>
    <w:rsid w:val="003F3B35"/>
    <w:rsid w:val="0053316F"/>
    <w:rsid w:val="00730DCE"/>
    <w:rsid w:val="0075552C"/>
    <w:rsid w:val="00780609"/>
    <w:rsid w:val="00BB3A6B"/>
    <w:rsid w:val="00BF538F"/>
    <w:rsid w:val="00D74665"/>
    <w:rsid w:val="00E11FF4"/>
    <w:rsid w:val="00E43E1B"/>
    <w:rsid w:val="00ED70A2"/>
    <w:rsid w:val="00EE6EE5"/>
    <w:rsid w:val="00F427FC"/>
    <w:rsid w:val="00FB3BA5"/>
    <w:rsid w:val="00FE2C7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E4EB1CC-0DAB-B847-A902-34BC92E2B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02D4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02D42"/>
  </w:style>
  <w:style w:type="paragraph" w:styleId="Voettekst">
    <w:name w:val="footer"/>
    <w:basedOn w:val="Standaard"/>
    <w:link w:val="VoettekstChar"/>
    <w:uiPriority w:val="99"/>
    <w:unhideWhenUsed/>
    <w:rsid w:val="00302D4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02D42"/>
  </w:style>
  <w:style w:type="paragraph" w:styleId="Lijstalinea">
    <w:name w:val="List Paragraph"/>
    <w:basedOn w:val="Standaard"/>
    <w:uiPriority w:val="34"/>
    <w:qFormat/>
    <w:rsid w:val="00183A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221503">
      <w:bodyDiv w:val="1"/>
      <w:marLeft w:val="0"/>
      <w:marRight w:val="0"/>
      <w:marTop w:val="0"/>
      <w:marBottom w:val="0"/>
      <w:divBdr>
        <w:top w:val="none" w:sz="0" w:space="0" w:color="auto"/>
        <w:left w:val="none" w:sz="0" w:space="0" w:color="auto"/>
        <w:bottom w:val="none" w:sz="0" w:space="0" w:color="auto"/>
        <w:right w:val="none" w:sz="0" w:space="0" w:color="auto"/>
      </w:divBdr>
    </w:div>
    <w:div w:id="765732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tudio/Library/Group%20Containers/UBF8T346G9.Office/User%20Content.localized/Templates.localized/eeuwenaert-wordsjabloon-02.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83A1B5-9440-494C-9FF7-014C0602F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eeuwenaert-wordsjabloon-02.dotx</Template>
  <TotalTime>0</TotalTime>
  <Pages>1</Pages>
  <Words>134</Words>
  <Characters>739</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Marijn Wittevrongel  - Eeuwenaert bvba</dc:creator>
  <cp:keywords/>
  <dc:description/>
  <cp:lastModifiedBy>Yvan Peelaers  - Eeuwenaert bvba</cp:lastModifiedBy>
  <cp:revision>1</cp:revision>
  <cp:lastPrinted>2015-09-07T14:13:00Z</cp:lastPrinted>
  <dcterms:created xsi:type="dcterms:W3CDTF">2019-11-05T10:01:00Z</dcterms:created>
  <dcterms:modified xsi:type="dcterms:W3CDTF">2019-11-05T10:01:00Z</dcterms:modified>
</cp:coreProperties>
</file>